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7777777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59466B6F" w14:textId="2D547BD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 w:rsidR="00335148">
        <w:rPr>
          <w:rFonts w:eastAsia="Times New Roman" w:cs="Times New Roman"/>
          <w:lang w:eastAsia="cs-CZ"/>
        </w:rPr>
        <w:tab/>
      </w:r>
      <w:sdt>
        <w:sdtPr>
          <w:rPr>
            <w:rFonts w:ascii="Verdana" w:hAnsi="Verdana"/>
          </w:rPr>
          <w:id w:val="-171102708"/>
          <w:placeholder>
            <w:docPart w:val="C0EAEEC765E04D0A8F3DA6A5E3E6F191"/>
          </w:placeholder>
        </w:sdtPr>
        <w:sdtEndPr/>
        <w:sdtContent>
          <w:r w:rsidR="00335148" w:rsidRPr="009334A6">
            <w:rPr>
              <w:rFonts w:ascii="Verdana" w:eastAsia="Verdana" w:hAnsi="Verdana"/>
            </w:rPr>
            <w:t>[</w:t>
          </w:r>
          <w:r w:rsidR="00335148" w:rsidRPr="009334A6">
            <w:rPr>
              <w:rFonts w:ascii="Verdana" w:eastAsia="Verdana" w:hAnsi="Verdana"/>
              <w:highlight w:val="yellow"/>
            </w:rPr>
            <w:t>DOPLNÍ DODAVATEL</w:t>
          </w:r>
          <w:r w:rsidR="00335148" w:rsidRPr="009334A6">
            <w:rPr>
              <w:rFonts w:ascii="Verdana" w:eastAsia="Verdana" w:hAnsi="Verdana"/>
            </w:rPr>
            <w:t>]</w:t>
          </w:r>
        </w:sdtContent>
      </w:sdt>
      <w:r w:rsidR="00335148">
        <w:rPr>
          <w:rFonts w:eastAsia="Times New Roman" w:cs="Times New Roman"/>
          <w:highlight w:val="lightGray"/>
          <w:lang w:eastAsia="cs-CZ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7CEA53C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58378135"/>
      <w:bookmarkStart w:id="1" w:name="_Toc403053768"/>
      <w:r w:rsidR="00980587" w:rsidRPr="00980587">
        <w:rPr>
          <w:rFonts w:ascii="Verdana" w:eastAsia="Times New Roman" w:hAnsi="Verdana" w:cs="Times New Roman"/>
          <w:b/>
          <w:lang w:eastAsia="cs-CZ"/>
        </w:rPr>
        <w:t>„</w:t>
      </w:r>
      <w:bookmarkEnd w:id="1"/>
      <w:r w:rsidR="00980587" w:rsidRPr="00980587">
        <w:rPr>
          <w:rFonts w:ascii="Verdana" w:eastAsia="Times New Roman" w:hAnsi="Verdana" w:cs="Times New Roman"/>
          <w:b/>
          <w:lang w:eastAsia="cs-CZ"/>
        </w:rPr>
        <w:t xml:space="preserve">Oprava mostních objektů na trati Krnov – Opava“ </w:t>
      </w:r>
      <w:r w:rsidR="00980587" w:rsidRPr="00980587">
        <w:rPr>
          <w:rFonts w:ascii="Verdana" w:eastAsia="Times New Roman" w:hAnsi="Verdana" w:cs="Times New Roman"/>
          <w:lang w:eastAsia="cs-CZ"/>
        </w:rPr>
        <w:t xml:space="preserve">č.j. 11404/2024-SŽ-OŘ OVA-NPI </w:t>
      </w:r>
      <w:bookmarkStart w:id="2" w:name="_GoBack"/>
      <w:bookmarkEnd w:id="2"/>
      <w:r w:rsidR="00335148" w:rsidRPr="004E3BAD">
        <w:rPr>
          <w:rFonts w:ascii="Verdana" w:hAnsi="Verdana"/>
        </w:rPr>
        <w:t>(č.j. dokumentu Výzvy k podání nabídek)</w:t>
      </w:r>
      <w:bookmarkEnd w:id="0"/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98058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98058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980587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lastRenderedPageBreak/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Default="00335148" w:rsidP="0033514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335148" w:rsidRDefault="00335148">
      <w:pPr>
        <w:pStyle w:val="Textpoznpodarou"/>
        <w:rPr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35148">
        <w:rPr>
          <w:sz w:val="16"/>
          <w:szCs w:val="16"/>
        </w:rPr>
        <w:t>Nutno vybrat variantu z otevíracího pole</w:t>
      </w:r>
      <w:r>
        <w:rPr>
          <w:sz w:val="16"/>
          <w:szCs w:val="16"/>
        </w:rPr>
        <w:t xml:space="preserve"> (roletky)</w:t>
      </w:r>
      <w:r w:rsidRPr="00335148">
        <w:rPr>
          <w:sz w:val="16"/>
          <w:szCs w:val="16"/>
        </w:rPr>
        <w:t xml:space="preserve">, zobrazovanou při </w:t>
      </w:r>
      <w:r>
        <w:rPr>
          <w:sz w:val="16"/>
          <w:szCs w:val="16"/>
        </w:rPr>
        <w:t xml:space="preserve">zakliknutí </w:t>
      </w:r>
      <w:r w:rsidRPr="00335148">
        <w:rPr>
          <w:sz w:val="16"/>
          <w:szCs w:val="16"/>
        </w:rPr>
        <w:t xml:space="preserve">na text </w:t>
      </w:r>
      <w:r w:rsidRPr="00335148">
        <w:rPr>
          <w:i/>
          <w:iCs/>
          <w:sz w:val="16"/>
          <w:szCs w:val="16"/>
        </w:rPr>
        <w:t>„Zvolte položku</w:t>
      </w:r>
      <w:r>
        <w:rPr>
          <w:i/>
          <w:iCs/>
          <w:sz w:val="16"/>
          <w:szCs w:val="16"/>
        </w:rPr>
        <w:t>.</w:t>
      </w:r>
      <w:r w:rsidRPr="00335148">
        <w:rPr>
          <w:i/>
          <w:iCs/>
          <w:sz w:val="16"/>
          <w:szCs w:val="16"/>
        </w:rPr>
        <w:t>“</w:t>
      </w:r>
      <w:r w:rsidRPr="00335148">
        <w:rPr>
          <w:sz w:val="16"/>
          <w:szCs w:val="16"/>
        </w:rPr>
        <w:t>!</w:t>
      </w:r>
    </w:p>
  </w:footnote>
  <w:footnote w:id="3">
    <w:p w14:paraId="06DC09D0" w14:textId="1D20869C" w:rsidR="00335148" w:rsidRDefault="00335148">
      <w:pPr>
        <w:pStyle w:val="Textpoznpodarou"/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867F9C">
        <w:rPr>
          <w:rFonts w:ascii="Verdana" w:hAnsi="Verdana"/>
          <w:b/>
          <w:sz w:val="16"/>
          <w:szCs w:val="16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67F9C">
        <w:rPr>
          <w:rFonts w:ascii="Verdana" w:hAnsi="Verdana"/>
          <w:sz w:val="16"/>
          <w:szCs w:val="16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0311BB" w14:textId="013EC57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FE2779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5148"/>
    <w:rsid w:val="003401F1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230B"/>
    <w:rsid w:val="00511AB9"/>
    <w:rsid w:val="00523EA7"/>
    <w:rsid w:val="00553375"/>
    <w:rsid w:val="005574FA"/>
    <w:rsid w:val="00557C28"/>
    <w:rsid w:val="005736B7"/>
    <w:rsid w:val="00575E5A"/>
    <w:rsid w:val="005F1404"/>
    <w:rsid w:val="005F7C37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058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0EAEEC765E04D0A8F3DA6A5E3E6F1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3F4DA4-7EC4-4DBB-AEA6-36AFCE58B7A7}"/>
      </w:docPartPr>
      <w:docPartBody>
        <w:p w:rsidR="009038E8" w:rsidRDefault="009038E8" w:rsidP="009038E8">
          <w:pPr>
            <w:pStyle w:val="C0EAEEC765E04D0A8F3DA6A5E3E6F19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90121"/>
    <w:rsid w:val="0049171C"/>
    <w:rsid w:val="00710200"/>
    <w:rsid w:val="0087094D"/>
    <w:rsid w:val="009038E8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  <w:style w:type="paragraph" w:customStyle="1" w:styleId="C0EAEEC765E04D0A8F3DA6A5E3E6F191">
    <w:name w:val="C0EAEEC765E04D0A8F3DA6A5E3E6F191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B8F520-3753-4B53-B4C2-7C5C28CE0B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79</TotalTime>
  <Pages>2</Pages>
  <Words>480</Words>
  <Characters>2836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Duda Vlastimil, Ing.</cp:lastModifiedBy>
  <cp:revision>10</cp:revision>
  <cp:lastPrinted>2017-11-28T17:18:00Z</cp:lastPrinted>
  <dcterms:created xsi:type="dcterms:W3CDTF">2023-11-16T10:29:00Z</dcterms:created>
  <dcterms:modified xsi:type="dcterms:W3CDTF">2024-03-11T11:07:00Z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